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77777777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D77D97D" w14:textId="77777777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2022/2023</w:t>
      </w:r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E/I/GRiL/C-1.7b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7FC97150" w:rsidR="00682988" w:rsidRPr="009E3A25" w:rsidRDefault="009E3A25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3A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792F6516" w:rsidR="00795189" w:rsidRPr="009C54AE" w:rsidRDefault="009E3A25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77777777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0F7473CB" w:rsidR="00455F5B" w:rsidRPr="009C54AE" w:rsidRDefault="009E3A25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503A8C38" w:rsidR="00455F5B" w:rsidRPr="009C54AE" w:rsidRDefault="009E3A25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Doganowski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Foryś I. (red.), Obrót nieruchomościami, Poltext,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Jamroży M., Judkowiak K., Kabas-Komorniczak R., Najem lokali użytkowych – aspekty prawne, podatkowe i rachunkowe, ODDK,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 digitálnej éry. Problematika, Východiská, Aspekty, Cezhraničný Výskumný Ústav, Economicka Faculta,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9303D" w14:textId="77777777" w:rsidR="000F3EB5" w:rsidRDefault="000F3EB5" w:rsidP="00C16ABF">
      <w:pPr>
        <w:spacing w:after="0" w:line="240" w:lineRule="auto"/>
      </w:pPr>
      <w:r>
        <w:separator/>
      </w:r>
    </w:p>
  </w:endnote>
  <w:endnote w:type="continuationSeparator" w:id="0">
    <w:p w14:paraId="57A000B0" w14:textId="77777777" w:rsidR="000F3EB5" w:rsidRDefault="000F3E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B727B" w14:textId="77777777" w:rsidR="000F3EB5" w:rsidRDefault="000F3EB5" w:rsidP="00C16ABF">
      <w:pPr>
        <w:spacing w:after="0" w:line="240" w:lineRule="auto"/>
      </w:pPr>
      <w:r>
        <w:separator/>
      </w:r>
    </w:p>
  </w:footnote>
  <w:footnote w:type="continuationSeparator" w:id="0">
    <w:p w14:paraId="34D3707C" w14:textId="77777777" w:rsidR="000F3EB5" w:rsidRDefault="000F3EB5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B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988"/>
    <w:rsid w:val="00696477"/>
    <w:rsid w:val="006B5D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A2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BF9EED-E156-4E15-90D5-591163D96A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906</Words>
  <Characters>5440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2020-10-18T11:17:00Z</dcterms:created>
  <dcterms:modified xsi:type="dcterms:W3CDTF">2020-12-13T11:07:00Z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